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20" w:rsidRPr="0036355E" w:rsidRDefault="00302820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820" w:rsidRPr="00A44465" w:rsidRDefault="00302820" w:rsidP="00A444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Pr="00A44465"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27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02820" w:rsidRPr="00161E78" w:rsidRDefault="0030282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2820" w:rsidRDefault="0030282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  июля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302820" w:rsidRPr="00161E78" w:rsidRDefault="0030282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302820" w:rsidRPr="00161E78" w:rsidRDefault="00302820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302820" w:rsidRDefault="00302820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302820" w:rsidRDefault="00302820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302820" w:rsidRPr="009D58BB">
        <w:trPr>
          <w:trHeight w:val="1097"/>
        </w:trPr>
        <w:tc>
          <w:tcPr>
            <w:tcW w:w="9016" w:type="dxa"/>
          </w:tcPr>
          <w:p w:rsidR="00302820" w:rsidRPr="009D58BB" w:rsidRDefault="003028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302820" w:rsidRPr="009D58BB" w:rsidRDefault="0030282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02820" w:rsidRPr="00DD5EF6" w:rsidRDefault="00302820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302820" w:rsidRPr="00DD5EF6" w:rsidRDefault="00302820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1,2,4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302820" w:rsidRDefault="00302820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302820" w:rsidRDefault="00302820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28 076 026,46 рублей;</w:t>
      </w:r>
    </w:p>
    <w:p w:rsidR="00302820" w:rsidRDefault="00302820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28 251 700,00 рублей</w:t>
      </w:r>
      <w:r w:rsidRPr="001A296A">
        <w:rPr>
          <w:rFonts w:ascii="Times New Roman" w:hAnsi="Times New Roman" w:cs="Times New Roman"/>
          <w:sz w:val="28"/>
          <w:szCs w:val="28"/>
        </w:rPr>
        <w:t>.»</w:t>
      </w:r>
    </w:p>
    <w:p w:rsidR="00302820" w:rsidRPr="00B51340" w:rsidRDefault="00302820" w:rsidP="00DB1581">
      <w:pPr>
        <w:rPr>
          <w:rFonts w:ascii="Times New Roman" w:hAnsi="Times New Roman" w:cs="Times New Roman"/>
          <w:sz w:val="28"/>
          <w:szCs w:val="28"/>
        </w:rPr>
      </w:pPr>
      <w:r w:rsidRPr="00F006F8"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8 700,00 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302820" w:rsidRPr="008D0A0F" w:rsidRDefault="00302820" w:rsidP="00DB1581">
      <w:pPr>
        <w:tabs>
          <w:tab w:val="left" w:pos="0"/>
          <w:tab w:val="left" w:pos="90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8 700,00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56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028DA">
        <w:rPr>
          <w:rFonts w:ascii="Times New Roman" w:hAnsi="Times New Roman" w:cs="Times New Roman"/>
          <w:sz w:val="28"/>
          <w:szCs w:val="28"/>
        </w:rPr>
        <w:t>01011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«Управление  муниципальным имуществом, связанное с оценкой недвижимости, признанием прав и регулированием отношений в сфере собственности» на </w:t>
      </w:r>
      <w:r>
        <w:rPr>
          <w:rFonts w:ascii="Times New Roman" w:hAnsi="Times New Roman" w:cs="Times New Roman"/>
          <w:sz w:val="28"/>
          <w:szCs w:val="28"/>
        </w:rPr>
        <w:t>оценку стоимости помещений.</w:t>
      </w:r>
    </w:p>
    <w:p w:rsidR="00302820" w:rsidRPr="00E028DA" w:rsidRDefault="00302820" w:rsidP="00255B84">
      <w:pPr>
        <w:pStyle w:val="BodyTextIndent"/>
        <w:widowControl w:val="0"/>
        <w:tabs>
          <w:tab w:val="left" w:pos="0"/>
          <w:tab w:val="left" w:pos="540"/>
        </w:tabs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E028DA">
        <w:rPr>
          <w:rFonts w:ascii="Times New Roman" w:hAnsi="Times New Roman" w:cs="Times New Roman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</w:rPr>
        <w:t>2, 4-6,</w:t>
      </w:r>
      <w:r w:rsidRPr="00E028DA">
        <w:rPr>
          <w:rFonts w:ascii="Times New Roman" w:hAnsi="Times New Roman" w:cs="Times New Roman"/>
        </w:rPr>
        <w:t xml:space="preserve"> изложив их в новой редакции (прилагаются).</w:t>
      </w:r>
    </w:p>
    <w:p w:rsidR="00302820" w:rsidRPr="00E028DA" w:rsidRDefault="00302820" w:rsidP="00C351E8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028DA">
        <w:rPr>
          <w:rFonts w:ascii="Times New Roman" w:hAnsi="Times New Roman" w:cs="Times New Roman"/>
          <w:sz w:val="28"/>
          <w:szCs w:val="28"/>
        </w:rPr>
        <w:t>. 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подлежит опубликованию</w:t>
      </w:r>
      <w:r w:rsidRPr="00E028DA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302820" w:rsidRPr="00E028DA" w:rsidRDefault="00302820" w:rsidP="00255B84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</w:t>
      </w:r>
      <w:r w:rsidRPr="00E028DA"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302820" w:rsidRPr="00DD5EF6" w:rsidRDefault="00302820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2820" w:rsidRDefault="00302820" w:rsidP="00A44465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                                    Глава</w:t>
      </w:r>
    </w:p>
    <w:p w:rsidR="00302820" w:rsidRDefault="00302820" w:rsidP="00A44465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302820" w:rsidRDefault="00302820" w:rsidP="00A44465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302820" w:rsidRPr="00833D6E" w:rsidRDefault="00302820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833D6E">
        <w:rPr>
          <w:rFonts w:ascii="Times New Roman" w:hAnsi="Times New Roman" w:cs="Times New Roman"/>
        </w:rPr>
        <w:t xml:space="preserve">                                 </w:t>
      </w:r>
      <w:r w:rsidRPr="00833D6E">
        <w:rPr>
          <w:rFonts w:ascii="Times New Roman" w:hAnsi="Times New Roman" w:cs="Times New Roman"/>
          <w:sz w:val="28"/>
          <w:szCs w:val="28"/>
        </w:rPr>
        <w:t>Н.В.Лавриненко                                              В.Н. Лантратов</w:t>
      </w:r>
    </w:p>
    <w:sectPr w:rsidR="00302820" w:rsidRPr="00833D6E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820" w:rsidRDefault="00302820" w:rsidP="00B57B3B">
      <w:r>
        <w:separator/>
      </w:r>
    </w:p>
  </w:endnote>
  <w:endnote w:type="continuationSeparator" w:id="0">
    <w:p w:rsidR="00302820" w:rsidRDefault="0030282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820" w:rsidRDefault="00302820" w:rsidP="00B57B3B">
      <w:r>
        <w:separator/>
      </w:r>
    </w:p>
  </w:footnote>
  <w:footnote w:type="continuationSeparator" w:id="0">
    <w:p w:rsidR="00302820" w:rsidRDefault="0030282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820" w:rsidRPr="003139BC" w:rsidRDefault="0030282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302820" w:rsidRDefault="003028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3D4C"/>
    <w:rsid w:val="00017DF0"/>
    <w:rsid w:val="0002516C"/>
    <w:rsid w:val="00030337"/>
    <w:rsid w:val="00044004"/>
    <w:rsid w:val="00054A0C"/>
    <w:rsid w:val="000555BA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D7C02"/>
    <w:rsid w:val="001E1C9B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849D9"/>
    <w:rsid w:val="00284D12"/>
    <w:rsid w:val="002942FA"/>
    <w:rsid w:val="002A2BBD"/>
    <w:rsid w:val="002A3252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2820"/>
    <w:rsid w:val="003139BC"/>
    <w:rsid w:val="003153D4"/>
    <w:rsid w:val="00315D3B"/>
    <w:rsid w:val="00316749"/>
    <w:rsid w:val="00326F5E"/>
    <w:rsid w:val="00327591"/>
    <w:rsid w:val="003372C6"/>
    <w:rsid w:val="003542ED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5431B"/>
    <w:rsid w:val="0046258A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C4728"/>
    <w:rsid w:val="004D3045"/>
    <w:rsid w:val="004D3AB9"/>
    <w:rsid w:val="004D5228"/>
    <w:rsid w:val="004F324E"/>
    <w:rsid w:val="004F39C5"/>
    <w:rsid w:val="0050053D"/>
    <w:rsid w:val="00505CF9"/>
    <w:rsid w:val="00507A5E"/>
    <w:rsid w:val="005118AD"/>
    <w:rsid w:val="00513217"/>
    <w:rsid w:val="00513393"/>
    <w:rsid w:val="0052009A"/>
    <w:rsid w:val="00521F62"/>
    <w:rsid w:val="00525406"/>
    <w:rsid w:val="00530999"/>
    <w:rsid w:val="00535EDA"/>
    <w:rsid w:val="00541885"/>
    <w:rsid w:val="0054211B"/>
    <w:rsid w:val="00542C7C"/>
    <w:rsid w:val="0055092D"/>
    <w:rsid w:val="00551B85"/>
    <w:rsid w:val="00552E1B"/>
    <w:rsid w:val="005573B4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D6E64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447A9"/>
    <w:rsid w:val="00654C50"/>
    <w:rsid w:val="006602EC"/>
    <w:rsid w:val="00665A87"/>
    <w:rsid w:val="006719EC"/>
    <w:rsid w:val="00676CA9"/>
    <w:rsid w:val="00687224"/>
    <w:rsid w:val="006A182E"/>
    <w:rsid w:val="006A47E2"/>
    <w:rsid w:val="006B10A2"/>
    <w:rsid w:val="006B117A"/>
    <w:rsid w:val="006B2EAF"/>
    <w:rsid w:val="006B708B"/>
    <w:rsid w:val="006C1614"/>
    <w:rsid w:val="006D2C1D"/>
    <w:rsid w:val="006D5CD3"/>
    <w:rsid w:val="006D6DDE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3472"/>
    <w:rsid w:val="007A1FD1"/>
    <w:rsid w:val="007A6B19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3D6E"/>
    <w:rsid w:val="00835B3F"/>
    <w:rsid w:val="0084153A"/>
    <w:rsid w:val="00843519"/>
    <w:rsid w:val="00844CCB"/>
    <w:rsid w:val="008507AF"/>
    <w:rsid w:val="00852757"/>
    <w:rsid w:val="00854DFD"/>
    <w:rsid w:val="00873896"/>
    <w:rsid w:val="00875421"/>
    <w:rsid w:val="00881148"/>
    <w:rsid w:val="00882A64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2EDB"/>
    <w:rsid w:val="009752B5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A14C04"/>
    <w:rsid w:val="00A224F0"/>
    <w:rsid w:val="00A33813"/>
    <w:rsid w:val="00A408B0"/>
    <w:rsid w:val="00A44465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D1D8E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314C6"/>
    <w:rsid w:val="00B3353F"/>
    <w:rsid w:val="00B34727"/>
    <w:rsid w:val="00B34945"/>
    <w:rsid w:val="00B4514E"/>
    <w:rsid w:val="00B47643"/>
    <w:rsid w:val="00B50934"/>
    <w:rsid w:val="00B51340"/>
    <w:rsid w:val="00B55865"/>
    <w:rsid w:val="00B55CC4"/>
    <w:rsid w:val="00B57B3B"/>
    <w:rsid w:val="00B644DA"/>
    <w:rsid w:val="00B66A98"/>
    <w:rsid w:val="00B6740D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2739"/>
    <w:rsid w:val="00C047DB"/>
    <w:rsid w:val="00C062FA"/>
    <w:rsid w:val="00C0718F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6B0F"/>
    <w:rsid w:val="00CB0377"/>
    <w:rsid w:val="00CB06B6"/>
    <w:rsid w:val="00CB33DF"/>
    <w:rsid w:val="00CB5FE9"/>
    <w:rsid w:val="00CC2119"/>
    <w:rsid w:val="00CC4FB0"/>
    <w:rsid w:val="00CC652E"/>
    <w:rsid w:val="00CD4EEC"/>
    <w:rsid w:val="00CD6630"/>
    <w:rsid w:val="00CD6CEB"/>
    <w:rsid w:val="00CE31CD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B9E"/>
    <w:rsid w:val="00DF61AC"/>
    <w:rsid w:val="00E00097"/>
    <w:rsid w:val="00E0254A"/>
    <w:rsid w:val="00E028DA"/>
    <w:rsid w:val="00E04B88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83A"/>
    <w:rsid w:val="00E80452"/>
    <w:rsid w:val="00E8049E"/>
    <w:rsid w:val="00E83099"/>
    <w:rsid w:val="00E852FF"/>
    <w:rsid w:val="00E85A77"/>
    <w:rsid w:val="00E920CF"/>
    <w:rsid w:val="00E94647"/>
    <w:rsid w:val="00EA598F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28A2"/>
    <w:rsid w:val="00EF561E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90BD5"/>
    <w:rsid w:val="00F91EB5"/>
    <w:rsid w:val="00F92F66"/>
    <w:rsid w:val="00FB2285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11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586</TotalTime>
  <Pages>1</Pages>
  <Words>740</Words>
  <Characters>4218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32</cp:revision>
  <cp:lastPrinted>2016-07-07T14:36:00Z</cp:lastPrinted>
  <dcterms:created xsi:type="dcterms:W3CDTF">2015-01-21T15:24:00Z</dcterms:created>
  <dcterms:modified xsi:type="dcterms:W3CDTF">2016-07-08T12:24:00Z</dcterms:modified>
</cp:coreProperties>
</file>